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30F" w:rsidRPr="00B55180" w:rsidRDefault="00C1330F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C1330F" w:rsidRPr="00B55180" w:rsidRDefault="00C1330F" w:rsidP="00982AE9">
      <w:pPr>
        <w:ind w:left="5664" w:firstLine="708"/>
        <w:rPr>
          <w:b/>
          <w:sz w:val="20"/>
          <w:szCs w:val="20"/>
        </w:rPr>
      </w:pPr>
    </w:p>
    <w:p w:rsidR="00C1330F" w:rsidRDefault="00C1330F" w:rsidP="00982AE9">
      <w:pPr>
        <w:ind w:left="5664" w:firstLine="708"/>
        <w:rPr>
          <w:b/>
        </w:rPr>
      </w:pPr>
    </w:p>
    <w:p w:rsidR="00C1330F" w:rsidRPr="00761636" w:rsidRDefault="00C1330F" w:rsidP="008853B2">
      <w:pPr>
        <w:ind w:left="5664" w:firstLine="290"/>
        <w:rPr>
          <w:b/>
        </w:rPr>
      </w:pPr>
      <w:r w:rsidRPr="00761636">
        <w:rPr>
          <w:b/>
        </w:rPr>
        <w:t>Zamawiający:</w:t>
      </w:r>
    </w:p>
    <w:p w:rsidR="00C1330F" w:rsidRPr="00761636" w:rsidRDefault="00C1330F" w:rsidP="00982AE9">
      <w:pPr>
        <w:ind w:left="5954"/>
        <w:rPr>
          <w:b/>
        </w:rPr>
      </w:pPr>
      <w:r w:rsidRPr="00761636">
        <w:rPr>
          <w:b/>
        </w:rPr>
        <w:t xml:space="preserve">Gmina Sandomierz </w:t>
      </w:r>
      <w:r w:rsidRPr="00761636">
        <w:rPr>
          <w:b/>
        </w:rPr>
        <w:br/>
        <w:t>Pl. Poniatowskiego 3</w:t>
      </w:r>
    </w:p>
    <w:p w:rsidR="00C1330F" w:rsidRPr="00761636" w:rsidRDefault="00C1330F" w:rsidP="00982AE9">
      <w:pPr>
        <w:ind w:left="5954"/>
        <w:rPr>
          <w:b/>
        </w:rPr>
      </w:pPr>
      <w:r w:rsidRPr="00761636">
        <w:rPr>
          <w:b/>
        </w:rPr>
        <w:t>27-600 Sandomierz</w:t>
      </w:r>
    </w:p>
    <w:p w:rsidR="00C1330F" w:rsidRPr="00B55180" w:rsidRDefault="00C1330F" w:rsidP="00982AE9">
      <w:pPr>
        <w:rPr>
          <w:b/>
          <w:sz w:val="20"/>
          <w:szCs w:val="20"/>
        </w:rPr>
      </w:pPr>
    </w:p>
    <w:p w:rsidR="00C1330F" w:rsidRPr="00B55180" w:rsidRDefault="00C1330F" w:rsidP="00982AE9">
      <w:pPr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>Wykonawca:</w:t>
      </w:r>
    </w:p>
    <w:p w:rsidR="00C1330F" w:rsidRPr="00B55180" w:rsidRDefault="00C1330F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C1330F" w:rsidRPr="00B55180" w:rsidRDefault="00C1330F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(pełna nazwa/firma, adres, w zależności od podmiotu: NIP/PESEL, KRS/CEiDG)</w:t>
      </w:r>
    </w:p>
    <w:p w:rsidR="00C1330F" w:rsidRPr="00B55180" w:rsidRDefault="00C1330F" w:rsidP="00982AE9">
      <w:pPr>
        <w:rPr>
          <w:sz w:val="20"/>
          <w:szCs w:val="20"/>
          <w:u w:val="single"/>
        </w:rPr>
      </w:pPr>
    </w:p>
    <w:p w:rsidR="00C1330F" w:rsidRPr="00B55180" w:rsidRDefault="00C1330F" w:rsidP="00982AE9">
      <w:pPr>
        <w:rPr>
          <w:sz w:val="20"/>
          <w:szCs w:val="20"/>
          <w:u w:val="single"/>
        </w:rPr>
      </w:pPr>
      <w:r w:rsidRPr="00B55180">
        <w:rPr>
          <w:sz w:val="20"/>
          <w:szCs w:val="20"/>
          <w:u w:val="single"/>
        </w:rPr>
        <w:t>reprezentowany przez:</w:t>
      </w:r>
    </w:p>
    <w:p w:rsidR="00C1330F" w:rsidRDefault="00C1330F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C1330F" w:rsidRPr="00B55180" w:rsidRDefault="00C1330F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(imię, nazwisko, stanowisko/podstawa do reprezentacji)</w:t>
      </w:r>
    </w:p>
    <w:p w:rsidR="00C1330F" w:rsidRPr="00B55180" w:rsidRDefault="00C1330F" w:rsidP="00982AE9"/>
    <w:p w:rsidR="00C1330F" w:rsidRPr="00B55180" w:rsidRDefault="00C1330F" w:rsidP="00982AE9">
      <w:pPr>
        <w:spacing w:after="120"/>
        <w:jc w:val="center"/>
        <w:rPr>
          <w:b/>
          <w:u w:val="single"/>
        </w:rPr>
      </w:pPr>
      <w:r w:rsidRPr="00B55180">
        <w:rPr>
          <w:b/>
          <w:u w:val="single"/>
        </w:rPr>
        <w:t xml:space="preserve">Oświadczenie wykonawcy </w:t>
      </w:r>
    </w:p>
    <w:p w:rsidR="00C1330F" w:rsidRPr="00B55180" w:rsidRDefault="00C1330F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składane na podstawie art. 25a ust. 1 ustawy z dnia 29 stycznia 2004 r. </w:t>
      </w:r>
    </w:p>
    <w:p w:rsidR="00C1330F" w:rsidRPr="00B55180" w:rsidRDefault="00C1330F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Prawo zamówień publicznych (dalej jako: ustawa Pzp), </w:t>
      </w:r>
    </w:p>
    <w:p w:rsidR="00C1330F" w:rsidRDefault="00C1330F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C1330F" w:rsidRPr="00B55180" w:rsidRDefault="00C1330F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</w:p>
    <w:p w:rsidR="00C1330F" w:rsidRPr="005E4555" w:rsidRDefault="00C1330F" w:rsidP="006E4874">
      <w:pPr>
        <w:widowControl w:val="0"/>
        <w:tabs>
          <w:tab w:val="left" w:pos="566"/>
          <w:tab w:val="left" w:pos="849"/>
          <w:tab w:val="left" w:pos="1132"/>
        </w:tabs>
        <w:suppressAutoHyphens/>
        <w:autoSpaceDE w:val="0"/>
        <w:spacing w:line="100" w:lineRule="atLeast"/>
        <w:jc w:val="both"/>
        <w:rPr>
          <w:sz w:val="20"/>
          <w:szCs w:val="20"/>
        </w:rPr>
      </w:pPr>
      <w:r w:rsidRPr="008A676A">
        <w:rPr>
          <w:sz w:val="20"/>
          <w:szCs w:val="20"/>
        </w:rPr>
        <w:t xml:space="preserve">Na potrzeby postępowania o udzielenie zamówienia publicznego </w:t>
      </w:r>
      <w:r w:rsidRPr="008A676A">
        <w:rPr>
          <w:bCs/>
          <w:sz w:val="20"/>
          <w:szCs w:val="20"/>
          <w:lang w:eastAsia="ar-SA"/>
        </w:rPr>
        <w:t>pn.</w:t>
      </w:r>
      <w:r w:rsidRPr="008A676A">
        <w:rPr>
          <w:b/>
          <w:bCs/>
          <w:sz w:val="20"/>
          <w:szCs w:val="20"/>
          <w:lang w:eastAsia="ar-SA"/>
        </w:rPr>
        <w:t xml:space="preserve"> „Modernizacja Placu 3 Maja” – etap III</w:t>
      </w:r>
      <w:r>
        <w:rPr>
          <w:b/>
          <w:bCs/>
          <w:sz w:val="20"/>
          <w:szCs w:val="20"/>
          <w:lang w:eastAsia="ar-SA"/>
        </w:rPr>
        <w:t>,</w:t>
      </w:r>
      <w:r w:rsidRPr="008A676A">
        <w:rPr>
          <w:b/>
          <w:bCs/>
          <w:sz w:val="20"/>
          <w:szCs w:val="20"/>
          <w:lang w:eastAsia="ar-SA"/>
        </w:rPr>
        <w:t xml:space="preserve"> </w:t>
      </w:r>
      <w:r w:rsidRPr="005E4555">
        <w:rPr>
          <w:sz w:val="20"/>
          <w:szCs w:val="20"/>
        </w:rPr>
        <w:t>prowadzonego przez Gminę Sandomierz,</w:t>
      </w:r>
      <w:r w:rsidRPr="005E4555">
        <w:rPr>
          <w:i/>
          <w:sz w:val="20"/>
          <w:szCs w:val="20"/>
        </w:rPr>
        <w:t xml:space="preserve"> </w:t>
      </w:r>
      <w:r w:rsidRPr="005E4555">
        <w:rPr>
          <w:sz w:val="20"/>
          <w:szCs w:val="20"/>
        </w:rPr>
        <w:t>oświadczam, co następuje:</w:t>
      </w:r>
    </w:p>
    <w:p w:rsidR="00C1330F" w:rsidRDefault="00C1330F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C1330F" w:rsidRDefault="00C1330F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C1330F" w:rsidRPr="00B55180" w:rsidRDefault="00C1330F" w:rsidP="00982AE9">
      <w:pPr>
        <w:shd w:val="clear" w:color="auto" w:fill="BFBF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C1330F" w:rsidRPr="00720655" w:rsidRDefault="00C1330F" w:rsidP="00982AE9">
      <w:pPr>
        <w:jc w:val="both"/>
      </w:pPr>
    </w:p>
    <w:p w:rsidR="00C1330F" w:rsidRPr="00B55180" w:rsidRDefault="00C1330F" w:rsidP="00982A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 1 pkt 12-23 ustawy Pzp.</w:t>
      </w:r>
    </w:p>
    <w:p w:rsidR="00C1330F" w:rsidRPr="00B55180" w:rsidRDefault="00C1330F" w:rsidP="00982A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Pzp</w:t>
      </w:r>
      <w:r w:rsidRPr="00B55180">
        <w:rPr>
          <w:rFonts w:ascii="Times New Roman" w:hAnsi="Times New Roman"/>
          <w:sz w:val="16"/>
          <w:szCs w:val="16"/>
        </w:rPr>
        <w:t>.</w:t>
      </w:r>
    </w:p>
    <w:p w:rsidR="00C1330F" w:rsidRPr="00B55180" w:rsidRDefault="00C1330F" w:rsidP="00982AE9">
      <w:pPr>
        <w:jc w:val="both"/>
        <w:rPr>
          <w:i/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1330F" w:rsidRPr="00B55180" w:rsidRDefault="00C1330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C1330F" w:rsidRDefault="00C1330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zachodzą w stosunku do mnie podstawy wykluczenia z postępowania na podstawie art. …</w:t>
      </w:r>
      <w:r>
        <w:rPr>
          <w:sz w:val="21"/>
          <w:szCs w:val="21"/>
        </w:rPr>
        <w:t>ust.</w:t>
      </w:r>
      <w:r w:rsidRPr="00B55180">
        <w:rPr>
          <w:sz w:val="21"/>
          <w:szCs w:val="21"/>
        </w:rPr>
        <w:t>……</w:t>
      </w:r>
      <w:r>
        <w:rPr>
          <w:sz w:val="21"/>
          <w:szCs w:val="21"/>
        </w:rPr>
        <w:t>pkt</w:t>
      </w:r>
      <w:r w:rsidRPr="00B55180">
        <w:rPr>
          <w:sz w:val="21"/>
          <w:szCs w:val="21"/>
        </w:rPr>
        <w:t>…. ustawy Pzp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B55180">
        <w:rPr>
          <w:sz w:val="20"/>
          <w:szCs w:val="20"/>
        </w:rPr>
        <w:t xml:space="preserve"> </w:t>
      </w:r>
      <w:r w:rsidRPr="00B55180">
        <w:rPr>
          <w:sz w:val="21"/>
          <w:szCs w:val="21"/>
        </w:rPr>
        <w:t>Jednocześnie oświadczam, że w związku z ww. okolicznością, na podstawie art. 24 ust. 8 ustawy Pzp podjąłem następujące środki naprawcze: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</w:t>
      </w:r>
      <w:r w:rsidRPr="00B55180">
        <w:rPr>
          <w:i/>
          <w:sz w:val="20"/>
          <w:szCs w:val="20"/>
        </w:rPr>
        <w:t xml:space="preserve">, </w:t>
      </w:r>
      <w:r w:rsidRPr="00B55180">
        <w:rPr>
          <w:sz w:val="20"/>
          <w:szCs w:val="20"/>
        </w:rPr>
        <w:t xml:space="preserve">dnia …………………. r. 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1330F" w:rsidRPr="00B55180" w:rsidRDefault="00C1330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C1330F" w:rsidRPr="00B55180" w:rsidRDefault="00C1330F" w:rsidP="00982AE9">
      <w:pPr>
        <w:jc w:val="both"/>
        <w:rPr>
          <w:i/>
        </w:rPr>
      </w:pPr>
    </w:p>
    <w:p w:rsidR="00C1330F" w:rsidRPr="00B55180" w:rsidRDefault="00C1330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C1330F" w:rsidRPr="00B55180" w:rsidRDefault="00C1330F" w:rsidP="00982AE9">
      <w:pPr>
        <w:jc w:val="both"/>
        <w:rPr>
          <w:b/>
        </w:rPr>
      </w:pPr>
    </w:p>
    <w:p w:rsidR="00C1330F" w:rsidRPr="00B55180" w:rsidRDefault="00C1330F" w:rsidP="00982AE9">
      <w:pPr>
        <w:jc w:val="both"/>
        <w:rPr>
          <w:i/>
          <w:sz w:val="20"/>
          <w:szCs w:val="20"/>
        </w:rPr>
      </w:pPr>
      <w:r w:rsidRPr="00B55180">
        <w:rPr>
          <w:sz w:val="21"/>
          <w:szCs w:val="21"/>
        </w:rPr>
        <w:t>Oświadczam, że następujący/e podmiot/y, na którego/ych zasoby powołuję się w niniejszym postępowaniu, tj.: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(podać pełną nazwę/firmę, adres, a także w zależności od podmiotu: NIP/PESEL, KRS/CEiDG)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nie podlega/ją wykluczeniu z postępowania o udzielenie zamówienia.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1330F" w:rsidRPr="00B55180" w:rsidRDefault="00C1330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C1330F" w:rsidRPr="00B55180" w:rsidRDefault="00C1330F" w:rsidP="00982AE9">
      <w:pPr>
        <w:jc w:val="both"/>
        <w:rPr>
          <w:b/>
        </w:rPr>
      </w:pPr>
    </w:p>
    <w:p w:rsidR="00C1330F" w:rsidRPr="00B55180" w:rsidRDefault="00C1330F" w:rsidP="00982AE9">
      <w:pPr>
        <w:shd w:val="clear" w:color="auto" w:fill="BFBF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C1330F" w:rsidRPr="00B55180" w:rsidRDefault="00C1330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C1330F" w:rsidRPr="00B55180" w:rsidRDefault="00C1330F" w:rsidP="00982AE9">
      <w:pPr>
        <w:jc w:val="both"/>
        <w:rPr>
          <w:b/>
        </w:rPr>
      </w:pPr>
    </w:p>
    <w:p w:rsidR="00C1330F" w:rsidRPr="00B55180" w:rsidRDefault="00C1330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następujący/e podmiot/y, będący/e podwyko</w:t>
      </w:r>
      <w:r>
        <w:rPr>
          <w:sz w:val="21"/>
          <w:szCs w:val="21"/>
        </w:rPr>
        <w:t xml:space="preserve">nawcą/ami: …………………………………… </w:t>
      </w:r>
      <w:r w:rsidRPr="00B55180">
        <w:rPr>
          <w:i/>
          <w:sz w:val="16"/>
          <w:szCs w:val="16"/>
        </w:rPr>
        <w:t>(podać pełną nazwę/firmę, adres, a także w zależności od podmiotu: NIP/PESEL, KRS/CEiDG)</w:t>
      </w:r>
      <w:r w:rsidRPr="00B55180">
        <w:rPr>
          <w:sz w:val="16"/>
          <w:szCs w:val="16"/>
        </w:rPr>
        <w:t xml:space="preserve">, </w:t>
      </w:r>
      <w:r w:rsidRPr="00B55180">
        <w:rPr>
          <w:sz w:val="21"/>
          <w:szCs w:val="21"/>
        </w:rPr>
        <w:t xml:space="preserve">nie podlega/ą wykluczeniu </w:t>
      </w:r>
      <w:r>
        <w:rPr>
          <w:sz w:val="21"/>
          <w:szCs w:val="21"/>
        </w:rPr>
        <w:br/>
      </w:r>
      <w:r w:rsidRPr="00B55180">
        <w:rPr>
          <w:sz w:val="21"/>
          <w:szCs w:val="21"/>
        </w:rPr>
        <w:t>z postępowania o udzielenie zamówienia.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1330F" w:rsidRPr="00B55180" w:rsidRDefault="00C1330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C1330F" w:rsidRPr="00B55180" w:rsidRDefault="00C1330F" w:rsidP="00982AE9">
      <w:pPr>
        <w:jc w:val="both"/>
        <w:rPr>
          <w:i/>
        </w:rPr>
      </w:pPr>
    </w:p>
    <w:p w:rsidR="00C1330F" w:rsidRPr="00B55180" w:rsidRDefault="00C1330F" w:rsidP="00982AE9">
      <w:pPr>
        <w:jc w:val="both"/>
        <w:rPr>
          <w:i/>
        </w:rPr>
      </w:pPr>
    </w:p>
    <w:p w:rsidR="00C1330F" w:rsidRPr="00B55180" w:rsidRDefault="00C1330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C1330F" w:rsidRPr="00B55180" w:rsidRDefault="00C1330F" w:rsidP="00982AE9">
      <w:pPr>
        <w:jc w:val="both"/>
        <w:rPr>
          <w:b/>
        </w:rPr>
      </w:pPr>
    </w:p>
    <w:p w:rsidR="00C1330F" w:rsidRPr="00B55180" w:rsidRDefault="00C1330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1330F" w:rsidRPr="005A0DB2" w:rsidRDefault="00C1330F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</w:t>
      </w:r>
    </w:p>
    <w:p w:rsidR="00C1330F" w:rsidRDefault="00C1330F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C1330F" w:rsidRDefault="00C1330F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C1330F" w:rsidRDefault="00C1330F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C1330F" w:rsidRDefault="00C1330F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C1330F" w:rsidRDefault="00C1330F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C1330F" w:rsidRPr="00B55180" w:rsidRDefault="00C1330F" w:rsidP="00982AE9">
      <w:pPr>
        <w:spacing w:before="120"/>
        <w:jc w:val="center"/>
        <w:rPr>
          <w:b/>
          <w:sz w:val="27"/>
          <w:szCs w:val="27"/>
          <w:u w:val="single"/>
        </w:rPr>
      </w:pPr>
      <w:bookmarkStart w:id="0" w:name="_GoBack"/>
      <w:bookmarkEnd w:id="0"/>
      <w:r w:rsidRPr="00B55180">
        <w:rPr>
          <w:b/>
          <w:sz w:val="27"/>
          <w:szCs w:val="27"/>
          <w:u w:val="single"/>
        </w:rPr>
        <w:t xml:space="preserve">DOTYCZĄCE SPEŁNIANIA WARUNKÓW UDZIAŁU </w:t>
      </w:r>
      <w:r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C1330F" w:rsidRPr="00753C04" w:rsidRDefault="00C1330F" w:rsidP="00753C04">
      <w:pPr>
        <w:spacing w:before="120" w:after="120"/>
        <w:jc w:val="both"/>
        <w:rPr>
          <w:kern w:val="1"/>
          <w:sz w:val="20"/>
          <w:szCs w:val="20"/>
          <w:lang w:val="pl-PL" w:eastAsia="zh-CN"/>
        </w:rPr>
      </w:pPr>
      <w:r w:rsidRPr="00753C04">
        <w:rPr>
          <w:sz w:val="20"/>
          <w:szCs w:val="20"/>
        </w:rPr>
        <w:t xml:space="preserve">Na potrzeby postępowania </w:t>
      </w:r>
      <w:bookmarkStart w:id="1" w:name="_Hlk1637877"/>
      <w:r w:rsidRPr="00753C04">
        <w:rPr>
          <w:sz w:val="20"/>
          <w:szCs w:val="20"/>
        </w:rPr>
        <w:t>o udzielenie zamówienia publicznego</w:t>
      </w:r>
      <w:bookmarkEnd w:id="1"/>
      <w:r w:rsidRPr="00753C04">
        <w:rPr>
          <w:sz w:val="20"/>
          <w:szCs w:val="20"/>
        </w:rPr>
        <w:t>, pn.</w:t>
      </w:r>
      <w:r w:rsidRPr="00753C04">
        <w:rPr>
          <w:sz w:val="20"/>
          <w:szCs w:val="20"/>
          <w:lang w:val="pl-PL"/>
        </w:rPr>
        <w:t xml:space="preserve"> </w:t>
      </w:r>
      <w:r w:rsidRPr="00753C04">
        <w:rPr>
          <w:b/>
          <w:bCs/>
          <w:sz w:val="20"/>
          <w:szCs w:val="20"/>
          <w:lang w:eastAsia="ar-SA"/>
        </w:rPr>
        <w:t>„Modernizacja Placu 3 Maja” – etap III</w:t>
      </w:r>
      <w:r w:rsidRPr="00753C04">
        <w:rPr>
          <w:b/>
          <w:kern w:val="1"/>
          <w:sz w:val="20"/>
          <w:szCs w:val="20"/>
        </w:rPr>
        <w:t xml:space="preserve"> </w:t>
      </w:r>
      <w:r w:rsidRPr="00753C04">
        <w:rPr>
          <w:sz w:val="20"/>
          <w:szCs w:val="20"/>
        </w:rPr>
        <w:t>prowadzonego przez Gminę Sandomierz</w:t>
      </w:r>
      <w:r w:rsidRPr="00753C04">
        <w:rPr>
          <w:i/>
          <w:sz w:val="20"/>
          <w:szCs w:val="20"/>
        </w:rPr>
        <w:t xml:space="preserve">, </w:t>
      </w:r>
      <w:r w:rsidRPr="00753C04">
        <w:rPr>
          <w:sz w:val="20"/>
          <w:szCs w:val="20"/>
        </w:rPr>
        <w:t>oświadczam, co następuje:</w:t>
      </w:r>
    </w:p>
    <w:p w:rsidR="00C1330F" w:rsidRDefault="00C1330F" w:rsidP="00982AE9">
      <w:pPr>
        <w:ind w:firstLine="709"/>
        <w:jc w:val="both"/>
        <w:rPr>
          <w:sz w:val="21"/>
          <w:szCs w:val="21"/>
        </w:rPr>
      </w:pPr>
    </w:p>
    <w:p w:rsidR="00C1330F" w:rsidRPr="00B55180" w:rsidRDefault="00C1330F" w:rsidP="00982AE9">
      <w:pPr>
        <w:ind w:firstLine="709"/>
        <w:jc w:val="both"/>
        <w:rPr>
          <w:sz w:val="21"/>
          <w:szCs w:val="21"/>
        </w:rPr>
      </w:pPr>
    </w:p>
    <w:p w:rsidR="00C1330F" w:rsidRPr="00B55180" w:rsidRDefault="00C1330F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</w:p>
    <w:p w:rsidR="00C1330F" w:rsidRPr="00B55180" w:rsidRDefault="00C1330F" w:rsidP="00982AE9">
      <w:pPr>
        <w:jc w:val="both"/>
        <w:rPr>
          <w:sz w:val="16"/>
          <w:szCs w:val="16"/>
        </w:rPr>
      </w:pPr>
      <w:r w:rsidRPr="00B55180">
        <w:rPr>
          <w:sz w:val="21"/>
          <w:szCs w:val="21"/>
        </w:rPr>
        <w:t>Oświadczam, że spełniam warunki udziału w postępowaniu określone przez zamawiającego w </w:t>
      </w:r>
      <w:r w:rsidRPr="00B55180">
        <w:rPr>
          <w:b/>
          <w:sz w:val="21"/>
          <w:szCs w:val="21"/>
        </w:rPr>
        <w:t>Specyfikacji Istotnych Warunków Zamówienia pkt. 5</w:t>
      </w:r>
      <w:r w:rsidRPr="00B55180">
        <w:rPr>
          <w:b/>
          <w:sz w:val="16"/>
          <w:szCs w:val="16"/>
        </w:rPr>
        <w:t>.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</w:p>
    <w:p w:rsidR="00C1330F" w:rsidRPr="00B55180" w:rsidRDefault="00C1330F" w:rsidP="00982AE9">
      <w:pPr>
        <w:jc w:val="both"/>
        <w:rPr>
          <w:sz w:val="21"/>
          <w:szCs w:val="21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1330F" w:rsidRPr="00B55180" w:rsidRDefault="00C1330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C1330F" w:rsidRPr="00B55180" w:rsidRDefault="00C1330F" w:rsidP="00982AE9">
      <w:pPr>
        <w:ind w:left="5664" w:firstLine="708"/>
        <w:jc w:val="both"/>
        <w:rPr>
          <w:i/>
          <w:sz w:val="16"/>
          <w:szCs w:val="16"/>
        </w:rPr>
      </w:pPr>
    </w:p>
    <w:p w:rsidR="00C1330F" w:rsidRPr="00B55180" w:rsidRDefault="00C1330F" w:rsidP="00982AE9">
      <w:pPr>
        <w:shd w:val="clear" w:color="auto" w:fill="BFBF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w celu wykazania spełniania warunków udziału w postępowaniu, określonych przez zamawiającego w</w:t>
      </w:r>
      <w:r w:rsidRPr="00B55180">
        <w:rPr>
          <w:b/>
          <w:sz w:val="21"/>
          <w:szCs w:val="21"/>
        </w:rPr>
        <w:t xml:space="preserve"> Specyfikacji Istotnych Warunków Zamówienia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polegam na zasobach następującego/ych podmiotu/ów: …………………………………………………………….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C1330F" w:rsidRPr="00B55180" w:rsidRDefault="00C1330F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 xml:space="preserve">(wskazać podmiot i określić odpowiedni zakres dla wskazanego podmiotu). 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1330F" w:rsidRPr="00B55180" w:rsidRDefault="00C1330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C1330F" w:rsidRPr="00B55180" w:rsidRDefault="00C1330F" w:rsidP="00982AE9">
      <w:pPr>
        <w:ind w:left="5664" w:firstLine="708"/>
        <w:jc w:val="both"/>
        <w:rPr>
          <w:i/>
          <w:sz w:val="16"/>
          <w:szCs w:val="16"/>
        </w:rPr>
      </w:pPr>
    </w:p>
    <w:p w:rsidR="00C1330F" w:rsidRPr="00982AE9" w:rsidRDefault="00C1330F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C1330F" w:rsidRPr="00B55180" w:rsidRDefault="00C1330F" w:rsidP="00982AE9">
      <w:pPr>
        <w:jc w:val="both"/>
        <w:rPr>
          <w:sz w:val="21"/>
          <w:szCs w:val="21"/>
        </w:rPr>
      </w:pPr>
    </w:p>
    <w:p w:rsidR="00C1330F" w:rsidRPr="00B55180" w:rsidRDefault="00C1330F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C1330F" w:rsidRPr="00B55180" w:rsidRDefault="00C1330F" w:rsidP="00982AE9">
      <w:pPr>
        <w:jc w:val="both"/>
        <w:rPr>
          <w:sz w:val="20"/>
          <w:szCs w:val="20"/>
        </w:rPr>
      </w:pPr>
    </w:p>
    <w:p w:rsidR="00C1330F" w:rsidRPr="00B55180" w:rsidRDefault="00C1330F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1330F" w:rsidRPr="00982AE9" w:rsidRDefault="00C1330F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sectPr w:rsidR="00C1330F" w:rsidRPr="00982AE9" w:rsidSect="004A67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30F" w:rsidRDefault="00C1330F" w:rsidP="0068317C">
      <w:r>
        <w:separator/>
      </w:r>
    </w:p>
  </w:endnote>
  <w:endnote w:type="continuationSeparator" w:id="0">
    <w:p w:rsidR="00C1330F" w:rsidRDefault="00C1330F" w:rsidP="006831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30F" w:rsidRDefault="00C1330F">
    <w:pPr>
      <w:pStyle w:val="Footer"/>
      <w:jc w:val="center"/>
    </w:pPr>
    <w:fldSimple w:instr="PAGE   \* MERGEFORMAT">
      <w:r w:rsidRPr="00E754F7">
        <w:rPr>
          <w:noProof/>
          <w:lang w:val="pl-PL"/>
        </w:rPr>
        <w:t>3</w:t>
      </w:r>
    </w:fldSimple>
  </w:p>
  <w:p w:rsidR="00C1330F" w:rsidRDefault="00C133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30F" w:rsidRDefault="00C1330F" w:rsidP="0068317C">
      <w:r>
        <w:separator/>
      </w:r>
    </w:p>
  </w:footnote>
  <w:footnote w:type="continuationSeparator" w:id="0">
    <w:p w:rsidR="00C1330F" w:rsidRDefault="00C1330F" w:rsidP="006831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30" w:type="dxa"/>
      <w:jc w:val="center"/>
      <w:tblLook w:val="00A0"/>
    </w:tblPr>
    <w:tblGrid>
      <w:gridCol w:w="8720"/>
      <w:gridCol w:w="230"/>
      <w:gridCol w:w="230"/>
    </w:tblGrid>
    <w:tr w:rsidR="00C1330F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0A0"/>
          </w:tblPr>
          <w:tblGrid>
            <w:gridCol w:w="8152"/>
            <w:gridCol w:w="230"/>
            <w:gridCol w:w="230"/>
          </w:tblGrid>
          <w:tr w:rsidR="00C1330F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/>
                </w:tblPr>
                <w:tblGrid>
                  <w:gridCol w:w="10949"/>
                </w:tblGrid>
                <w:tr w:rsidR="00C1330F" w:rsidRPr="00720655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C1330F" w:rsidRPr="00720655" w:rsidRDefault="00C1330F" w:rsidP="009D0054">
                      <w:pPr>
                        <w:rPr>
                          <w:rFonts w:ascii="Arial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Pr="00FC5616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Obraz 8" o:spid="_x0000_i1029" type="#_x0000_t75" style="width:81.75pt;height:35.25pt;visibility:visible">
                            <v:imagedata r:id="rId1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</w:t>
                      </w:r>
                      <w:r w:rsidRPr="00FC5616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 id="Obraz 7" o:spid="_x0000_i1030" type="#_x0000_t75" style="width:111pt;height:35.25pt;visibility:visible">
                            <v:imagedata r:id="rId2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</w:t>
                      </w:r>
                      <w:r w:rsidRPr="00FC5616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 id="Obraz 6" o:spid="_x0000_i1031" type="#_x0000_t75" style="width:75pt;height:35.25pt;visibility:visible">
                            <v:imagedata r:id="rId3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   </w:t>
                      </w:r>
                      <w:r w:rsidRPr="00FC5616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 id="Obraz 5" o:spid="_x0000_i1032" type="#_x0000_t75" style="width:114.75pt;height:35.25pt;visibility:visible">
                            <v:imagedata r:id="rId4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</w:t>
                      </w:r>
                    </w:p>
                  </w:tc>
                </w:tr>
              </w:tbl>
              <w:p w:rsidR="00C1330F" w:rsidRPr="00720655" w:rsidRDefault="00C1330F" w:rsidP="009D0054">
                <w:pPr>
                  <w:pStyle w:val="Header"/>
                  <w:ind w:firstLine="708"/>
                  <w:rPr>
                    <w:sz w:val="20"/>
                    <w:szCs w:val="20"/>
                  </w:rPr>
                </w:pPr>
              </w:p>
              <w:p w:rsidR="00C1330F" w:rsidRPr="00720655" w:rsidRDefault="00C1330F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C1330F" w:rsidRPr="00720655" w:rsidRDefault="00C1330F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C1330F" w:rsidRPr="00720655" w:rsidRDefault="00C1330F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C1330F" w:rsidRPr="00720655" w:rsidRDefault="00C1330F" w:rsidP="00D2367F">
          <w:pPr>
            <w:rPr>
              <w:sz w:val="20"/>
              <w:szCs w:val="20"/>
            </w:rPr>
          </w:pPr>
          <w:r w:rsidRPr="008A4431">
            <w:rPr>
              <w:sz w:val="20"/>
              <w:szCs w:val="20"/>
            </w:rPr>
            <w:t xml:space="preserve">Nr sprawy: </w:t>
          </w:r>
          <w:r>
            <w:rPr>
              <w:sz w:val="20"/>
              <w:szCs w:val="20"/>
            </w:rPr>
            <w:t>RZP</w:t>
          </w:r>
          <w:r w:rsidRPr="008A4431">
            <w:rPr>
              <w:sz w:val="20"/>
              <w:szCs w:val="20"/>
            </w:rPr>
            <w:t>.271.1.</w:t>
          </w:r>
          <w:r>
            <w:rPr>
              <w:sz w:val="20"/>
              <w:szCs w:val="20"/>
            </w:rPr>
            <w:t>12.</w:t>
          </w:r>
          <w:r w:rsidRPr="008A4431">
            <w:rPr>
              <w:sz w:val="20"/>
              <w:szCs w:val="20"/>
            </w:rPr>
            <w:t>201</w:t>
          </w:r>
          <w:r>
            <w:rPr>
              <w:sz w:val="20"/>
              <w:szCs w:val="20"/>
            </w:rPr>
            <w:t>9</w:t>
          </w:r>
          <w:r w:rsidRPr="008A4431">
            <w:rPr>
              <w:sz w:val="20"/>
              <w:szCs w:val="20"/>
            </w:rPr>
            <w:t>.</w:t>
          </w:r>
          <w:r>
            <w:rPr>
              <w:sz w:val="20"/>
              <w:szCs w:val="20"/>
            </w:rPr>
            <w:t xml:space="preserve">JPA </w:t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 w:rsidRPr="008A4431">
            <w:rPr>
              <w:sz w:val="20"/>
              <w:szCs w:val="20"/>
            </w:rPr>
            <w:t>Zał. nr 2 do SIWZ</w:t>
          </w:r>
          <w:r w:rsidRPr="00720655">
            <w:rPr>
              <w:sz w:val="20"/>
              <w:szCs w:val="20"/>
            </w:rPr>
            <w:br/>
          </w:r>
        </w:p>
      </w:tc>
      <w:tc>
        <w:tcPr>
          <w:tcW w:w="220" w:type="dxa"/>
        </w:tcPr>
        <w:p w:rsidR="00C1330F" w:rsidRPr="00720655" w:rsidRDefault="00C1330F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C1330F" w:rsidRPr="00720655" w:rsidRDefault="00C1330F" w:rsidP="004E455D">
          <w:pPr>
            <w:rPr>
              <w:sz w:val="20"/>
              <w:szCs w:val="20"/>
            </w:rPr>
          </w:pPr>
        </w:p>
      </w:tc>
    </w:tr>
  </w:tbl>
  <w:p w:rsidR="00C1330F" w:rsidRPr="0068317C" w:rsidRDefault="00C1330F" w:rsidP="0066793C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62F8"/>
    <w:rsid w:val="00005601"/>
    <w:rsid w:val="000C6508"/>
    <w:rsid w:val="00134961"/>
    <w:rsid w:val="00192D0C"/>
    <w:rsid w:val="001B62F8"/>
    <w:rsid w:val="00242406"/>
    <w:rsid w:val="002746B7"/>
    <w:rsid w:val="0029110A"/>
    <w:rsid w:val="002C7346"/>
    <w:rsid w:val="003D3431"/>
    <w:rsid w:val="003D7FAB"/>
    <w:rsid w:val="00427A23"/>
    <w:rsid w:val="004A674F"/>
    <w:rsid w:val="004D51E7"/>
    <w:rsid w:val="004E455D"/>
    <w:rsid w:val="005A0DB2"/>
    <w:rsid w:val="005B4446"/>
    <w:rsid w:val="005E4555"/>
    <w:rsid w:val="0066793C"/>
    <w:rsid w:val="0068317C"/>
    <w:rsid w:val="00697238"/>
    <w:rsid w:val="006A769E"/>
    <w:rsid w:val="006E3C22"/>
    <w:rsid w:val="006E4874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0765"/>
    <w:rsid w:val="007C30B8"/>
    <w:rsid w:val="007F2696"/>
    <w:rsid w:val="00810EBA"/>
    <w:rsid w:val="008853B2"/>
    <w:rsid w:val="00886093"/>
    <w:rsid w:val="008A4431"/>
    <w:rsid w:val="008A676A"/>
    <w:rsid w:val="00901C6E"/>
    <w:rsid w:val="00917C00"/>
    <w:rsid w:val="00982AE9"/>
    <w:rsid w:val="00984697"/>
    <w:rsid w:val="009D0054"/>
    <w:rsid w:val="00A11BFF"/>
    <w:rsid w:val="00A426C7"/>
    <w:rsid w:val="00B43BC9"/>
    <w:rsid w:val="00B44366"/>
    <w:rsid w:val="00B55180"/>
    <w:rsid w:val="00BA2D39"/>
    <w:rsid w:val="00C1330F"/>
    <w:rsid w:val="00C557EF"/>
    <w:rsid w:val="00C642A9"/>
    <w:rsid w:val="00CD0606"/>
    <w:rsid w:val="00D17727"/>
    <w:rsid w:val="00D2367F"/>
    <w:rsid w:val="00D2420E"/>
    <w:rsid w:val="00D24716"/>
    <w:rsid w:val="00D77A44"/>
    <w:rsid w:val="00E754F7"/>
    <w:rsid w:val="00F07095"/>
    <w:rsid w:val="00F36457"/>
    <w:rsid w:val="00F5091B"/>
    <w:rsid w:val="00FB50F6"/>
    <w:rsid w:val="00FC5616"/>
    <w:rsid w:val="00FD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BalloonText">
    <w:name w:val="Balloon Text"/>
    <w:basedOn w:val="Normal"/>
    <w:link w:val="BalloonTextChar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175</TotalTime>
  <Pages>3</Pages>
  <Words>647</Words>
  <Characters>3885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ksobczyk</cp:lastModifiedBy>
  <cp:revision>47</cp:revision>
  <cp:lastPrinted>2019-02-21T11:51:00Z</cp:lastPrinted>
  <dcterms:created xsi:type="dcterms:W3CDTF">2016-08-08T12:56:00Z</dcterms:created>
  <dcterms:modified xsi:type="dcterms:W3CDTF">2019-05-14T06:57:00Z</dcterms:modified>
</cp:coreProperties>
</file>